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D3591F" w14:paraId="4A2CB3C6" w14:textId="77777777" w:rsidTr="00050DA7">
        <w:tc>
          <w:tcPr>
            <w:tcW w:w="4428" w:type="dxa"/>
          </w:tcPr>
          <w:p w14:paraId="56D337A9" w14:textId="22EA9892" w:rsidR="000348ED" w:rsidRPr="00D3591F" w:rsidRDefault="005D05AC" w:rsidP="002B0236">
            <w:r w:rsidRPr="00D3591F">
              <w:t>From:</w:t>
            </w:r>
            <w:r w:rsidRPr="00D3591F">
              <w:tab/>
            </w:r>
            <w:r w:rsidR="00AC3994" w:rsidRPr="00D3591F">
              <w:t>ARM</w:t>
            </w:r>
          </w:p>
        </w:tc>
        <w:tc>
          <w:tcPr>
            <w:tcW w:w="5461" w:type="dxa"/>
          </w:tcPr>
          <w:p w14:paraId="000B3CEB" w14:textId="7120418B" w:rsidR="000348ED" w:rsidRPr="00D3591F" w:rsidRDefault="002C7EEA" w:rsidP="008F4DC3">
            <w:pPr>
              <w:jc w:val="right"/>
            </w:pPr>
            <w:r>
              <w:t>ARM 1</w:t>
            </w:r>
            <w:r w:rsidR="006B6CD3">
              <w:t>8</w:t>
            </w:r>
            <w:r>
              <w:t>, TASK 2.2.</w:t>
            </w:r>
            <w:r w:rsidR="00020BAB">
              <w:t>2</w:t>
            </w:r>
            <w:r w:rsidR="005D05AC" w:rsidRPr="00D3591F">
              <w:t>/output/#</w:t>
            </w:r>
          </w:p>
        </w:tc>
      </w:tr>
      <w:tr w:rsidR="000348ED" w:rsidRPr="00D3591F" w14:paraId="1393A5FE" w14:textId="77777777" w:rsidTr="00050DA7">
        <w:tc>
          <w:tcPr>
            <w:tcW w:w="4428" w:type="dxa"/>
          </w:tcPr>
          <w:p w14:paraId="2FF999CF" w14:textId="18550687" w:rsidR="000348ED" w:rsidRPr="00D3591F" w:rsidRDefault="005D05AC" w:rsidP="002B0236">
            <w:r w:rsidRPr="00D3591F">
              <w:t>To:</w:t>
            </w:r>
            <w:r w:rsidRPr="00D3591F">
              <w:tab/>
            </w:r>
            <w:r w:rsidR="00AC3994" w:rsidRPr="00D3591F">
              <w:t>PAP</w:t>
            </w:r>
            <w:r w:rsidR="005C610C">
              <w:t xml:space="preserve"> / VTS / ENG / DTEC</w:t>
            </w:r>
          </w:p>
        </w:tc>
        <w:tc>
          <w:tcPr>
            <w:tcW w:w="5461" w:type="dxa"/>
          </w:tcPr>
          <w:p w14:paraId="158E6A60" w14:textId="0126BD99" w:rsidR="000348ED" w:rsidRPr="00D3591F" w:rsidRDefault="006B6CD3" w:rsidP="008F4DC3">
            <w:pPr>
              <w:jc w:val="right"/>
            </w:pPr>
            <w:r>
              <w:t>16</w:t>
            </w:r>
            <w:r w:rsidR="00AC3994" w:rsidRPr="00D3591F">
              <w:t xml:space="preserve"> </w:t>
            </w:r>
            <w:r>
              <w:t>April</w:t>
            </w:r>
            <w:r w:rsidR="00AC3994" w:rsidRPr="00D3591F">
              <w:t>, 202</w:t>
            </w:r>
            <w:r>
              <w:t>4</w:t>
            </w:r>
          </w:p>
        </w:tc>
      </w:tr>
    </w:tbl>
    <w:p w14:paraId="2253AED5" w14:textId="77777777" w:rsidR="000348ED" w:rsidRPr="00D3591F" w:rsidRDefault="00AA2626" w:rsidP="002B0236">
      <w:pPr>
        <w:pStyle w:val="Titre"/>
      </w:pPr>
      <w:r w:rsidRPr="00D3591F">
        <w:t>LIAISON NOTE</w:t>
      </w:r>
    </w:p>
    <w:p w14:paraId="7F66E5A3" w14:textId="6168EFF3" w:rsidR="000348ED" w:rsidRPr="00D3591F" w:rsidRDefault="00AC3994" w:rsidP="002B0236">
      <w:pPr>
        <w:pStyle w:val="Titre"/>
      </w:pPr>
      <w:r w:rsidRPr="00D3591F">
        <w:t>IALA AIS documentation</w:t>
      </w:r>
    </w:p>
    <w:p w14:paraId="29848A43" w14:textId="77777777" w:rsidR="0064435F" w:rsidRPr="00D3591F" w:rsidRDefault="008E7A45" w:rsidP="002B0236">
      <w:pPr>
        <w:pStyle w:val="Titre1"/>
      </w:pPr>
      <w:r w:rsidRPr="00D3591F">
        <w:t>INTRODUCTION</w:t>
      </w:r>
    </w:p>
    <w:p w14:paraId="5CB9037B" w14:textId="7F236C16" w:rsidR="00B8247E" w:rsidRDefault="00AC3994" w:rsidP="002B0236">
      <w:pPr>
        <w:pStyle w:val="Corpsdetexte"/>
      </w:pPr>
      <w:r w:rsidRPr="00D3591F">
        <w:t xml:space="preserve">ARM was given the task to review all IALA documentation relating to AIS. </w:t>
      </w:r>
      <w:r w:rsidR="00C07A35">
        <w:t>ARM has identified s</w:t>
      </w:r>
      <w:r w:rsidRPr="00D3591F">
        <w:t xml:space="preserve">ome </w:t>
      </w:r>
      <w:r w:rsidR="002D200E">
        <w:t>2</w:t>
      </w:r>
      <w:r w:rsidR="004D6A5C">
        <w:t>4</w:t>
      </w:r>
      <w:bookmarkStart w:id="0" w:name="_GoBack"/>
      <w:bookmarkEnd w:id="0"/>
      <w:r w:rsidRPr="00D3591F">
        <w:t xml:space="preserve"> documents </w:t>
      </w:r>
      <w:r w:rsidR="00C07A35">
        <w:t>to be consider</w:t>
      </w:r>
      <w:r w:rsidR="006F368E">
        <w:t>ed</w:t>
      </w:r>
      <w:r w:rsidR="00C07A35">
        <w:t xml:space="preserve"> in the consolidation task as per t</w:t>
      </w:r>
      <w:r w:rsidR="008763A0">
        <w:t>he appendix</w:t>
      </w:r>
      <w:r w:rsidR="00C07A35">
        <w:t>.</w:t>
      </w:r>
    </w:p>
    <w:p w14:paraId="638BF8F6" w14:textId="0BDAD820" w:rsidR="00CD2F4A" w:rsidRPr="00D3591F" w:rsidRDefault="00B92CAF" w:rsidP="002B0236">
      <w:pPr>
        <w:pStyle w:val="Corpsdetexte"/>
      </w:pPr>
      <w:r>
        <w:t>Additionally</w:t>
      </w:r>
      <w:r w:rsidR="008364E6">
        <w:t>,</w:t>
      </w:r>
      <w:r>
        <w:t xml:space="preserve"> input document ARM18 7.7.1 proposed </w:t>
      </w:r>
      <w:r w:rsidR="008364E6">
        <w:t xml:space="preserve">that </w:t>
      </w:r>
      <w:r>
        <w:t>an AIS Manual be developed in parallel with this review.</w:t>
      </w:r>
    </w:p>
    <w:p w14:paraId="40C7690A" w14:textId="7C0642AE" w:rsidR="00902AA4" w:rsidRPr="00D3591F" w:rsidRDefault="00AC3994" w:rsidP="002B0236">
      <w:pPr>
        <w:pStyle w:val="Titre1"/>
      </w:pPr>
      <w:r w:rsidRPr="00D3591F">
        <w:t xml:space="preserve">PROPOSAL </w:t>
      </w:r>
    </w:p>
    <w:p w14:paraId="444EA3BE" w14:textId="12F72A01" w:rsidR="00F72A71" w:rsidRDefault="0058342E" w:rsidP="000F6DA1">
      <w:r w:rsidRPr="00D3591F">
        <w:rPr>
          <w:lang w:eastAsia="de-DE"/>
        </w:rPr>
        <w:t xml:space="preserve">The task group propose to revise R0126 to be the single overarching recommendation related to </w:t>
      </w:r>
      <w:r w:rsidR="000F6DA1">
        <w:rPr>
          <w:lang w:eastAsia="de-DE"/>
        </w:rPr>
        <w:t xml:space="preserve">the Use of </w:t>
      </w:r>
      <w:r w:rsidRPr="00D3591F">
        <w:rPr>
          <w:lang w:eastAsia="de-DE"/>
        </w:rPr>
        <w:t>AIS</w:t>
      </w:r>
      <w:r w:rsidR="000F6DA1">
        <w:rPr>
          <w:lang w:eastAsia="de-DE"/>
        </w:rPr>
        <w:t xml:space="preserve"> in Marine </w:t>
      </w:r>
      <w:proofErr w:type="spellStart"/>
      <w:r w:rsidR="000F6DA1">
        <w:rPr>
          <w:lang w:eastAsia="de-DE"/>
        </w:rPr>
        <w:t>AtoN</w:t>
      </w:r>
      <w:proofErr w:type="spellEnd"/>
      <w:r w:rsidRPr="00D3591F">
        <w:rPr>
          <w:lang w:eastAsia="de-DE"/>
        </w:rPr>
        <w:t xml:space="preserve">. </w:t>
      </w:r>
      <w:r w:rsidR="003E611E" w:rsidRPr="00D3591F">
        <w:rPr>
          <w:lang w:eastAsia="de-DE"/>
        </w:rPr>
        <w:t xml:space="preserve"> </w:t>
      </w:r>
      <w:r w:rsidR="001D059F">
        <w:t>One</w:t>
      </w:r>
      <w:r w:rsidR="000F6DA1">
        <w:t xml:space="preserve"> new Guideline</w:t>
      </w:r>
      <w:r w:rsidR="001D059F">
        <w:t>, or a limited number</w:t>
      </w:r>
      <w:r w:rsidR="000F6DA1">
        <w:t xml:space="preserve"> </w:t>
      </w:r>
      <w:r w:rsidR="001D059F">
        <w:t xml:space="preserve">of guidelines </w:t>
      </w:r>
      <w:r w:rsidR="000F6DA1">
        <w:t>will be required to consolidate existing guidance on this subject.</w:t>
      </w:r>
      <w:r w:rsidR="00F72A71">
        <w:t xml:space="preserve"> These new documents will incorporate the following AIS document that will be retired:</w:t>
      </w:r>
    </w:p>
    <w:p w14:paraId="56D6CF75" w14:textId="318E07D9" w:rsidR="000F6DA1" w:rsidRDefault="00F72A71" w:rsidP="00C6612B">
      <w:pPr>
        <w:pStyle w:val="Paragraphedeliste"/>
        <w:numPr>
          <w:ilvl w:val="0"/>
          <w:numId w:val="26"/>
        </w:numPr>
        <w:rPr>
          <w:lang w:eastAsia="de-DE"/>
        </w:rPr>
      </w:pPr>
      <w:r w:rsidRPr="00C6612B">
        <w:rPr>
          <w:b/>
          <w:lang w:eastAsia="de-DE"/>
        </w:rPr>
        <w:t xml:space="preserve">Recommendation R0143 – Provision </w:t>
      </w:r>
      <w:r w:rsidR="00C6612B" w:rsidRPr="00C6612B">
        <w:rPr>
          <w:b/>
          <w:lang w:eastAsia="de-DE"/>
        </w:rPr>
        <w:t>o</w:t>
      </w:r>
      <w:r w:rsidRPr="00C6612B">
        <w:rPr>
          <w:b/>
          <w:lang w:eastAsia="de-DE"/>
        </w:rPr>
        <w:t>f virtual aids to navigation</w:t>
      </w:r>
      <w:r>
        <w:rPr>
          <w:lang w:eastAsia="de-DE"/>
        </w:rPr>
        <w:t>.</w:t>
      </w:r>
    </w:p>
    <w:p w14:paraId="79953426" w14:textId="15759955" w:rsidR="00F72A71" w:rsidRPr="00C6612B" w:rsidRDefault="00F72A71" w:rsidP="00C6612B">
      <w:pPr>
        <w:pStyle w:val="Paragraphedeliste"/>
        <w:numPr>
          <w:ilvl w:val="0"/>
          <w:numId w:val="26"/>
        </w:numPr>
        <w:rPr>
          <w:b/>
          <w:lang w:eastAsia="de-DE"/>
        </w:rPr>
      </w:pPr>
      <w:r w:rsidRPr="00C6612B">
        <w:rPr>
          <w:b/>
          <w:lang w:eastAsia="de-DE"/>
        </w:rPr>
        <w:t>Guideline G1050 – The management and monitoring of AIS information.</w:t>
      </w:r>
    </w:p>
    <w:p w14:paraId="5B880906" w14:textId="4D3B561E" w:rsidR="00F72A71" w:rsidRPr="00C6612B" w:rsidRDefault="00F72A71" w:rsidP="00C6612B">
      <w:pPr>
        <w:pStyle w:val="Paragraphedeliste"/>
        <w:numPr>
          <w:ilvl w:val="0"/>
          <w:numId w:val="26"/>
        </w:numPr>
        <w:rPr>
          <w:b/>
          <w:lang w:eastAsia="de-DE"/>
        </w:rPr>
      </w:pPr>
      <w:r w:rsidRPr="00C6612B">
        <w:rPr>
          <w:b/>
          <w:lang w:eastAsia="de-DE"/>
        </w:rPr>
        <w:t>Guideline G1062 – The establishment of AIS as an aid to navigation.</w:t>
      </w:r>
    </w:p>
    <w:p w14:paraId="78638A99" w14:textId="722E5ADA" w:rsidR="00F72A71" w:rsidRPr="00C6612B" w:rsidRDefault="00F72A71" w:rsidP="00C6612B">
      <w:pPr>
        <w:pStyle w:val="Paragraphedeliste"/>
        <w:numPr>
          <w:ilvl w:val="0"/>
          <w:numId w:val="26"/>
        </w:numPr>
        <w:rPr>
          <w:b/>
          <w:lang w:eastAsia="de-DE"/>
        </w:rPr>
      </w:pPr>
      <w:r w:rsidRPr="00C6612B">
        <w:rPr>
          <w:b/>
          <w:lang w:eastAsia="de-DE"/>
        </w:rPr>
        <w:t>Guideline G1081 – Virtual aids to navigation.</w:t>
      </w:r>
    </w:p>
    <w:p w14:paraId="77605155" w14:textId="1DE212B3" w:rsidR="00F72A71" w:rsidRPr="00C6612B" w:rsidRDefault="00F72A71" w:rsidP="00C6612B">
      <w:pPr>
        <w:pStyle w:val="Paragraphedeliste"/>
        <w:numPr>
          <w:ilvl w:val="0"/>
          <w:numId w:val="26"/>
        </w:numPr>
        <w:rPr>
          <w:b/>
          <w:lang w:eastAsia="de-DE"/>
        </w:rPr>
      </w:pPr>
      <w:r w:rsidRPr="00C6612B">
        <w:rPr>
          <w:b/>
          <w:lang w:eastAsia="de-DE"/>
        </w:rPr>
        <w:t xml:space="preserve">Guideline G1084 – Authorisation of AIS </w:t>
      </w:r>
      <w:proofErr w:type="spellStart"/>
      <w:r w:rsidRPr="00C6612B">
        <w:rPr>
          <w:b/>
          <w:lang w:eastAsia="de-DE"/>
        </w:rPr>
        <w:t>AtoN</w:t>
      </w:r>
      <w:proofErr w:type="spellEnd"/>
      <w:r w:rsidRPr="00C6612B">
        <w:rPr>
          <w:b/>
          <w:lang w:eastAsia="de-DE"/>
        </w:rPr>
        <w:t>.</w:t>
      </w:r>
    </w:p>
    <w:p w14:paraId="04F42F4D" w14:textId="2B96B6F8" w:rsidR="00F72A71" w:rsidRDefault="00F72A71" w:rsidP="00C6612B">
      <w:pPr>
        <w:pStyle w:val="Paragraphedeliste"/>
        <w:numPr>
          <w:ilvl w:val="0"/>
          <w:numId w:val="26"/>
        </w:numPr>
        <w:rPr>
          <w:b/>
          <w:lang w:eastAsia="de-DE"/>
        </w:rPr>
      </w:pPr>
      <w:r w:rsidRPr="00C6612B">
        <w:rPr>
          <w:b/>
          <w:lang w:eastAsia="de-DE"/>
        </w:rPr>
        <w:t>Guideli</w:t>
      </w:r>
      <w:r w:rsidR="00C6612B">
        <w:rPr>
          <w:b/>
          <w:lang w:eastAsia="de-DE"/>
        </w:rPr>
        <w:t>n</w:t>
      </w:r>
      <w:r w:rsidRPr="00C6612B">
        <w:rPr>
          <w:b/>
          <w:lang w:eastAsia="de-DE"/>
        </w:rPr>
        <w:t>e</w:t>
      </w:r>
      <w:r w:rsidR="00C6612B" w:rsidRPr="00C6612B">
        <w:rPr>
          <w:b/>
          <w:lang w:eastAsia="de-DE"/>
        </w:rPr>
        <w:t xml:space="preserve"> G1095 – Harmonized implementation of application-specific </w:t>
      </w:r>
      <w:r w:rsidR="00C6612B">
        <w:rPr>
          <w:b/>
          <w:lang w:eastAsia="de-DE"/>
        </w:rPr>
        <w:t>m</w:t>
      </w:r>
      <w:r w:rsidR="00C6612B" w:rsidRPr="00C6612B">
        <w:rPr>
          <w:b/>
          <w:lang w:eastAsia="de-DE"/>
        </w:rPr>
        <w:t>essages.</w:t>
      </w:r>
    </w:p>
    <w:p w14:paraId="4FF6132C" w14:textId="50F7BA85" w:rsidR="00403020" w:rsidRPr="00C6612B" w:rsidRDefault="0014502E" w:rsidP="00C6612B">
      <w:pPr>
        <w:pStyle w:val="Paragraphedeliste"/>
        <w:numPr>
          <w:ilvl w:val="0"/>
          <w:numId w:val="26"/>
        </w:numPr>
        <w:rPr>
          <w:b/>
          <w:lang w:eastAsia="de-DE"/>
        </w:rPr>
      </w:pPr>
      <w:r>
        <w:rPr>
          <w:b/>
          <w:bCs/>
        </w:rPr>
        <w:t xml:space="preserve">Guideline G1098 – The application of AIS – </w:t>
      </w:r>
      <w:proofErr w:type="spellStart"/>
      <w:r>
        <w:rPr>
          <w:b/>
          <w:bCs/>
        </w:rPr>
        <w:t>AtoN</w:t>
      </w:r>
      <w:proofErr w:type="spellEnd"/>
      <w:r>
        <w:rPr>
          <w:b/>
          <w:bCs/>
        </w:rPr>
        <w:t xml:space="preserve"> on buoys.</w:t>
      </w:r>
    </w:p>
    <w:p w14:paraId="53C7A585" w14:textId="77777777" w:rsidR="00F72A71" w:rsidRDefault="00F72A71" w:rsidP="0058342E">
      <w:pPr>
        <w:rPr>
          <w:lang w:eastAsia="de-DE"/>
        </w:rPr>
      </w:pPr>
    </w:p>
    <w:p w14:paraId="7002CB50" w14:textId="3B2522CD" w:rsidR="000F6DA1" w:rsidRDefault="000F6DA1" w:rsidP="000F6DA1">
      <w:r w:rsidRPr="004A2F13">
        <w:rPr>
          <w:b/>
          <w:bCs/>
        </w:rPr>
        <w:t xml:space="preserve">Recommendation </w:t>
      </w:r>
      <w:r>
        <w:rPr>
          <w:b/>
          <w:bCs/>
        </w:rPr>
        <w:t>R</w:t>
      </w:r>
      <w:r w:rsidRPr="004A2F13">
        <w:rPr>
          <w:b/>
          <w:bCs/>
        </w:rPr>
        <w:t>0124 – The AIS Service</w:t>
      </w:r>
      <w:r>
        <w:rPr>
          <w:b/>
          <w:bCs/>
        </w:rPr>
        <w:t xml:space="preserve">. </w:t>
      </w:r>
      <w:r w:rsidRPr="00CC01FE">
        <w:t xml:space="preserve">This </w:t>
      </w:r>
      <w:r>
        <w:t xml:space="preserve">series of technical documents (with numerous appendices) </w:t>
      </w:r>
      <w:r w:rsidRPr="00CC01FE">
        <w:t>is the largest single</w:t>
      </w:r>
      <w:r>
        <w:t xml:space="preserve"> body of IALA AIS material. It contains much useful information but is no longer being actively developed or maintained. </w:t>
      </w:r>
      <w:r w:rsidRPr="00731E8D">
        <w:rPr>
          <w:b/>
          <w:bCs/>
        </w:rPr>
        <w:t>We recommend that th</w:t>
      </w:r>
      <w:r w:rsidR="00891198">
        <w:rPr>
          <w:b/>
          <w:bCs/>
        </w:rPr>
        <w:t>e</w:t>
      </w:r>
      <w:r w:rsidRPr="00731E8D">
        <w:rPr>
          <w:b/>
          <w:bCs/>
        </w:rPr>
        <w:t>s</w:t>
      </w:r>
      <w:r w:rsidR="00891198">
        <w:rPr>
          <w:b/>
          <w:bCs/>
        </w:rPr>
        <w:t>e</w:t>
      </w:r>
      <w:r w:rsidR="004A3ADD">
        <w:rPr>
          <w:b/>
          <w:bCs/>
        </w:rPr>
        <w:t xml:space="preserve"> document</w:t>
      </w:r>
      <w:r w:rsidR="00891198">
        <w:rPr>
          <w:b/>
          <w:bCs/>
        </w:rPr>
        <w:t>s</w:t>
      </w:r>
      <w:r w:rsidRPr="00731E8D">
        <w:rPr>
          <w:b/>
          <w:bCs/>
        </w:rPr>
        <w:t xml:space="preserve"> should be archived</w:t>
      </w:r>
      <w:r>
        <w:t xml:space="preserve"> so as to still be available for reference purposes in the medium term. </w:t>
      </w:r>
      <w:r w:rsidRPr="00CC01FE">
        <w:t xml:space="preserve"> </w:t>
      </w:r>
    </w:p>
    <w:p w14:paraId="7F8B35C3" w14:textId="77777777" w:rsidR="000F6DA1" w:rsidRDefault="000F6DA1" w:rsidP="000F6DA1"/>
    <w:p w14:paraId="1CFD8EBB" w14:textId="16D8357A" w:rsidR="000F6DA1" w:rsidRDefault="000F6DA1" w:rsidP="000F6DA1">
      <w:pPr>
        <w:rPr>
          <w:b/>
          <w:bCs/>
        </w:rPr>
      </w:pPr>
      <w:r>
        <w:rPr>
          <w:b/>
          <w:bCs/>
        </w:rPr>
        <w:t xml:space="preserve">Recommendation R0123 – the Provision of Shore-based AIS. </w:t>
      </w:r>
      <w:r>
        <w:t xml:space="preserve">This document has not been substantially updated since 2007 and is largely duplicated in the new VTS document G1111-4 – Producing requirements for AIS. </w:t>
      </w:r>
      <w:r w:rsidRPr="00731E8D">
        <w:rPr>
          <w:b/>
          <w:bCs/>
        </w:rPr>
        <w:t xml:space="preserve">We recommend that </w:t>
      </w:r>
      <w:r>
        <w:rPr>
          <w:b/>
          <w:bCs/>
        </w:rPr>
        <w:t>R0123</w:t>
      </w:r>
      <w:r w:rsidRPr="00731E8D">
        <w:rPr>
          <w:b/>
          <w:bCs/>
        </w:rPr>
        <w:t xml:space="preserve"> be retired</w:t>
      </w:r>
      <w:r w:rsidR="00CD2F4A">
        <w:rPr>
          <w:b/>
          <w:bCs/>
        </w:rPr>
        <w:t xml:space="preserve"> and archived.</w:t>
      </w:r>
    </w:p>
    <w:p w14:paraId="3428FFA8" w14:textId="77777777" w:rsidR="000F6DA1" w:rsidRDefault="000F6DA1" w:rsidP="000F6DA1">
      <w:pPr>
        <w:rPr>
          <w:b/>
          <w:bCs/>
        </w:rPr>
      </w:pPr>
    </w:p>
    <w:p w14:paraId="71C650C0" w14:textId="5C8C88FB" w:rsidR="001B7DB4" w:rsidRDefault="000F6DA1" w:rsidP="000F6DA1">
      <w:pPr>
        <w:rPr>
          <w:b/>
          <w:bCs/>
        </w:rPr>
      </w:pPr>
      <w:r>
        <w:rPr>
          <w:b/>
          <w:bCs/>
        </w:rPr>
        <w:t xml:space="preserve">Recommendation R0144 – Harmonized Implementation of Application Specific Messages. </w:t>
      </w:r>
      <w:r w:rsidRPr="00731E8D">
        <w:t>This document dates from 2011 and refers to an urgent need for harmonization.</w:t>
      </w:r>
      <w:r>
        <w:t xml:space="preserve"> The relevant detail is contained within Guideline G1095. </w:t>
      </w:r>
      <w:bookmarkStart w:id="1" w:name="_Hlk164242678"/>
      <w:r w:rsidRPr="00731E8D">
        <w:rPr>
          <w:b/>
          <w:bCs/>
        </w:rPr>
        <w:t xml:space="preserve">We recommend that </w:t>
      </w:r>
      <w:r>
        <w:rPr>
          <w:b/>
          <w:bCs/>
        </w:rPr>
        <w:t>R0144</w:t>
      </w:r>
      <w:r w:rsidRPr="00731E8D">
        <w:rPr>
          <w:b/>
          <w:bCs/>
        </w:rPr>
        <w:t xml:space="preserve"> be retired</w:t>
      </w:r>
      <w:r w:rsidR="00CD2F4A">
        <w:rPr>
          <w:b/>
          <w:bCs/>
        </w:rPr>
        <w:t xml:space="preserve"> and archived.</w:t>
      </w:r>
      <w:bookmarkEnd w:id="1"/>
    </w:p>
    <w:p w14:paraId="4F7E4568" w14:textId="3A397B3A" w:rsidR="001B7DB4" w:rsidRDefault="001B7DB4" w:rsidP="000F6DA1">
      <w:pPr>
        <w:rPr>
          <w:b/>
          <w:bCs/>
        </w:rPr>
      </w:pPr>
    </w:p>
    <w:p w14:paraId="009E8E8E" w14:textId="1E730C2F" w:rsidR="00D1656B" w:rsidRDefault="001B7DB4" w:rsidP="00467B84">
      <w:pPr>
        <w:rPr>
          <w:b/>
          <w:bCs/>
        </w:rPr>
      </w:pPr>
      <w:r>
        <w:rPr>
          <w:b/>
          <w:bCs/>
        </w:rPr>
        <w:t xml:space="preserve">Guideline G1082 – An overview of AIS. </w:t>
      </w:r>
      <w:r w:rsidRPr="001B7DB4">
        <w:rPr>
          <w:bCs/>
        </w:rPr>
        <w:t xml:space="preserve">This document </w:t>
      </w:r>
      <w:r w:rsidR="00AF6F30">
        <w:rPr>
          <w:bCs/>
        </w:rPr>
        <w:t>is</w:t>
      </w:r>
      <w:r w:rsidRPr="001B7DB4">
        <w:rPr>
          <w:bCs/>
        </w:rPr>
        <w:t xml:space="preserve"> a good introduction</w:t>
      </w:r>
      <w:r w:rsidR="00AF6F30">
        <w:rPr>
          <w:bCs/>
        </w:rPr>
        <w:t xml:space="preserve"> to</w:t>
      </w:r>
      <w:r w:rsidRPr="001B7DB4">
        <w:rPr>
          <w:bCs/>
        </w:rPr>
        <w:t xml:space="preserve"> AIS in general but not specific to </w:t>
      </w:r>
      <w:proofErr w:type="spellStart"/>
      <w:r w:rsidRPr="001B7DB4">
        <w:rPr>
          <w:bCs/>
        </w:rPr>
        <w:t>AtoN</w:t>
      </w:r>
      <w:proofErr w:type="spellEnd"/>
      <w:r w:rsidRPr="001B7DB4">
        <w:rPr>
          <w:bCs/>
        </w:rPr>
        <w:t>.</w:t>
      </w:r>
      <w:r>
        <w:rPr>
          <w:bCs/>
        </w:rPr>
        <w:t xml:space="preserve"> </w:t>
      </w:r>
      <w:r w:rsidR="00D1656B" w:rsidRPr="00731E8D">
        <w:rPr>
          <w:b/>
          <w:bCs/>
        </w:rPr>
        <w:t xml:space="preserve">We recommend that </w:t>
      </w:r>
      <w:r w:rsidR="00D1656B">
        <w:rPr>
          <w:b/>
          <w:bCs/>
        </w:rPr>
        <w:t>G1082</w:t>
      </w:r>
      <w:r w:rsidR="00D1656B" w:rsidRPr="00731E8D">
        <w:rPr>
          <w:b/>
          <w:bCs/>
        </w:rPr>
        <w:t xml:space="preserve"> be retired</w:t>
      </w:r>
      <w:r w:rsidR="00D1656B">
        <w:rPr>
          <w:b/>
          <w:bCs/>
        </w:rPr>
        <w:t xml:space="preserve"> and archived.</w:t>
      </w:r>
    </w:p>
    <w:p w14:paraId="3EA72989" w14:textId="2DF14B08" w:rsidR="003E5F59" w:rsidRDefault="003E5F59" w:rsidP="00467B84">
      <w:pPr>
        <w:rPr>
          <w:bCs/>
        </w:rPr>
      </w:pPr>
    </w:p>
    <w:p w14:paraId="614F407D" w14:textId="7E9B2D7D" w:rsidR="00167ABE" w:rsidRDefault="003E5F59" w:rsidP="00467B84">
      <w:pPr>
        <w:rPr>
          <w:bCs/>
        </w:rPr>
      </w:pPr>
      <w:r w:rsidRPr="003E5F59">
        <w:rPr>
          <w:b/>
          <w:bCs/>
        </w:rPr>
        <w:lastRenderedPageBreak/>
        <w:t>Recommendation R1007 - The VHF DATA exchange system (VDES) for shore infrastructure</w:t>
      </w:r>
      <w:r w:rsidR="00952052">
        <w:rPr>
          <w:b/>
          <w:bCs/>
        </w:rPr>
        <w:t xml:space="preserve"> and </w:t>
      </w:r>
      <w:r>
        <w:rPr>
          <w:b/>
          <w:bCs/>
        </w:rPr>
        <w:t>Guideline G1117 – VDES Overview</w:t>
      </w:r>
      <w:r w:rsidR="00952052">
        <w:rPr>
          <w:b/>
          <w:bCs/>
        </w:rPr>
        <w:t xml:space="preserve"> </w:t>
      </w:r>
      <w:r w:rsidR="00952052" w:rsidRPr="00952052">
        <w:rPr>
          <w:bCs/>
        </w:rPr>
        <w:t>are excluded from this AIS review.</w:t>
      </w:r>
    </w:p>
    <w:p w14:paraId="25D3B54F" w14:textId="45DF56B7" w:rsidR="00952052" w:rsidRDefault="00952052" w:rsidP="00467B84">
      <w:pPr>
        <w:rPr>
          <w:b/>
          <w:bCs/>
        </w:rPr>
      </w:pPr>
    </w:p>
    <w:p w14:paraId="240E7B1B" w14:textId="77777777" w:rsidR="00952052" w:rsidRPr="003E5F59" w:rsidRDefault="00952052" w:rsidP="00467B84">
      <w:pPr>
        <w:rPr>
          <w:b/>
          <w:bCs/>
        </w:rPr>
      </w:pPr>
    </w:p>
    <w:p w14:paraId="2A98F833" w14:textId="33C8B219" w:rsidR="008763A0" w:rsidRDefault="00D1656B" w:rsidP="00467B84">
      <w:pPr>
        <w:rPr>
          <w:bCs/>
        </w:rPr>
      </w:pPr>
      <w:r>
        <w:rPr>
          <w:bCs/>
        </w:rPr>
        <w:t xml:space="preserve">Once the work on revision of AIS documents is completed, if a requirement for a stand-alone Manual is evident the task group will consider </w:t>
      </w:r>
      <w:r w:rsidR="006F368E">
        <w:rPr>
          <w:bCs/>
        </w:rPr>
        <w:t>the</w:t>
      </w:r>
      <w:r>
        <w:rPr>
          <w:bCs/>
        </w:rPr>
        <w:t xml:space="preserve"> </w:t>
      </w:r>
      <w:r w:rsidR="00F72A71">
        <w:rPr>
          <w:bCs/>
        </w:rPr>
        <w:t>propos</w:t>
      </w:r>
      <w:r w:rsidR="006F368E">
        <w:rPr>
          <w:bCs/>
        </w:rPr>
        <w:t>al</w:t>
      </w:r>
      <w:r w:rsidR="00F72A71">
        <w:rPr>
          <w:bCs/>
        </w:rPr>
        <w:t xml:space="preserve"> </w:t>
      </w:r>
      <w:r>
        <w:rPr>
          <w:bCs/>
        </w:rPr>
        <w:t xml:space="preserve">in </w:t>
      </w:r>
      <w:r w:rsidR="00F72A71">
        <w:rPr>
          <w:bCs/>
        </w:rPr>
        <w:t>input ARM 18</w:t>
      </w:r>
      <w:r w:rsidR="001B7DB4">
        <w:rPr>
          <w:bCs/>
        </w:rPr>
        <w:t xml:space="preserve"> </w:t>
      </w:r>
      <w:r w:rsidR="00F72A71">
        <w:rPr>
          <w:bCs/>
        </w:rPr>
        <w:t>7.7.1</w:t>
      </w:r>
      <w:r>
        <w:rPr>
          <w:bCs/>
        </w:rPr>
        <w:t>.</w:t>
      </w:r>
    </w:p>
    <w:p w14:paraId="61C4903D" w14:textId="3186B082" w:rsidR="008763A0" w:rsidRPr="00467B84" w:rsidRDefault="00F44C4E" w:rsidP="00467B84">
      <w:pPr>
        <w:rPr>
          <w:bCs/>
        </w:rPr>
      </w:pPr>
      <w:r>
        <w:rPr>
          <w:bCs/>
        </w:rPr>
        <w:t xml:space="preserve"> </w:t>
      </w:r>
    </w:p>
    <w:p w14:paraId="1DE7DD0D" w14:textId="77777777" w:rsidR="009F5C36" w:rsidRPr="00D3591F" w:rsidRDefault="008E7A45" w:rsidP="002B0236">
      <w:pPr>
        <w:pStyle w:val="Titre1"/>
      </w:pPr>
      <w:r w:rsidRPr="00D3591F">
        <w:t>ACTION REQUESTED</w:t>
      </w:r>
    </w:p>
    <w:p w14:paraId="631810D7" w14:textId="685093DB" w:rsidR="004C220D" w:rsidRPr="00D3591F" w:rsidRDefault="0058342E" w:rsidP="002B0236">
      <w:pPr>
        <w:pStyle w:val="Corpsdetexte"/>
      </w:pPr>
      <w:r w:rsidRPr="00D3591F">
        <w:t>PAP</w:t>
      </w:r>
      <w:r w:rsidR="005C610C">
        <w:t xml:space="preserve"> / VTS / ENG / DTEC are</w:t>
      </w:r>
      <w:r w:rsidR="00902AA4" w:rsidRPr="00D3591F">
        <w:t xml:space="preserve"> requested to</w:t>
      </w:r>
      <w:r w:rsidR="00630F7F" w:rsidRPr="00D3591F">
        <w:t>:</w:t>
      </w:r>
    </w:p>
    <w:p w14:paraId="2BFCE737" w14:textId="172E407F" w:rsidR="00B92CAF" w:rsidRPr="00F44C4E" w:rsidRDefault="008B151F" w:rsidP="002B0236">
      <w:pPr>
        <w:pStyle w:val="List1"/>
        <w:rPr>
          <w:lang w:val="en-US"/>
        </w:rPr>
      </w:pPr>
      <w:r>
        <w:rPr>
          <w:lang w:val="en-GB"/>
        </w:rPr>
        <w:t>N</w:t>
      </w:r>
      <w:r w:rsidR="005C610C">
        <w:rPr>
          <w:lang w:val="en-GB"/>
        </w:rPr>
        <w:t xml:space="preserve">ote </w:t>
      </w:r>
      <w:r w:rsidR="0058342E" w:rsidRPr="00D3591F">
        <w:rPr>
          <w:lang w:val="en-GB"/>
        </w:rPr>
        <w:t>the proposed approach</w:t>
      </w:r>
      <w:r w:rsidR="009C162E">
        <w:rPr>
          <w:lang w:val="en-GB"/>
        </w:rPr>
        <w:t xml:space="preserve"> and respond to AR</w:t>
      </w:r>
      <w:r w:rsidR="00B92CAF">
        <w:rPr>
          <w:lang w:val="en-GB"/>
        </w:rPr>
        <w:t>M.</w:t>
      </w:r>
    </w:p>
    <w:p w14:paraId="646D16BC" w14:textId="19AF4241" w:rsidR="00F44C4E" w:rsidRPr="00CD2F4A" w:rsidRDefault="00F44C4E" w:rsidP="002B0236">
      <w:pPr>
        <w:pStyle w:val="List1"/>
        <w:rPr>
          <w:lang w:val="en-US"/>
        </w:rPr>
      </w:pPr>
      <w:r>
        <w:rPr>
          <w:lang w:val="en-US"/>
        </w:rPr>
        <w:t xml:space="preserve">Complete the appendix </w:t>
      </w:r>
      <w:r w:rsidR="00222F69">
        <w:rPr>
          <w:lang w:val="en-US"/>
        </w:rPr>
        <w:t xml:space="preserve">indicating if </w:t>
      </w:r>
      <w:r w:rsidR="006F368E">
        <w:rPr>
          <w:lang w:val="en-US"/>
        </w:rPr>
        <w:t>any</w:t>
      </w:r>
      <w:r w:rsidR="00222F69">
        <w:rPr>
          <w:lang w:val="en-US"/>
        </w:rPr>
        <w:t xml:space="preserve"> parts of </w:t>
      </w:r>
      <w:r w:rsidR="006F368E">
        <w:rPr>
          <w:lang w:val="en-US"/>
        </w:rPr>
        <w:t xml:space="preserve">these </w:t>
      </w:r>
      <w:r w:rsidR="00222F69">
        <w:rPr>
          <w:lang w:val="en-US"/>
        </w:rPr>
        <w:t>document</w:t>
      </w:r>
      <w:r w:rsidR="006F368E">
        <w:rPr>
          <w:lang w:val="en-US"/>
        </w:rPr>
        <w:t>s</w:t>
      </w:r>
      <w:r w:rsidR="00222F69">
        <w:rPr>
          <w:lang w:val="en-US"/>
        </w:rPr>
        <w:t xml:space="preserve"> should be in</w:t>
      </w:r>
      <w:r w:rsidR="006F368E">
        <w:rPr>
          <w:lang w:val="en-US"/>
        </w:rPr>
        <w:t>corporated</w:t>
      </w:r>
      <w:r w:rsidR="00222F69">
        <w:rPr>
          <w:lang w:val="en-US"/>
        </w:rPr>
        <w:t xml:space="preserve"> </w:t>
      </w:r>
      <w:r w:rsidR="006F368E">
        <w:rPr>
          <w:lang w:val="en-US"/>
        </w:rPr>
        <w:t xml:space="preserve">within </w:t>
      </w:r>
      <w:r w:rsidR="00222F69">
        <w:rPr>
          <w:lang w:val="en-US"/>
        </w:rPr>
        <w:t>the new proposed recommendation and guideline(s).</w:t>
      </w:r>
    </w:p>
    <w:p w14:paraId="5C923D70" w14:textId="66C5822C" w:rsidR="00CD2F4A" w:rsidRDefault="00CD2F4A" w:rsidP="00CD2F4A">
      <w:pPr>
        <w:pStyle w:val="List1"/>
        <w:numPr>
          <w:ilvl w:val="0"/>
          <w:numId w:val="0"/>
        </w:numPr>
        <w:ind w:left="567"/>
        <w:rPr>
          <w:lang w:val="en-US"/>
        </w:rPr>
      </w:pPr>
    </w:p>
    <w:p w14:paraId="421FC6F3" w14:textId="77777777" w:rsidR="00CD2F4A" w:rsidRPr="00B92CAF" w:rsidRDefault="00CD2F4A" w:rsidP="00CD2F4A">
      <w:pPr>
        <w:pStyle w:val="List1"/>
        <w:numPr>
          <w:ilvl w:val="0"/>
          <w:numId w:val="0"/>
        </w:numPr>
        <w:ind w:left="567"/>
        <w:rPr>
          <w:lang w:val="en-US"/>
        </w:rPr>
      </w:pPr>
    </w:p>
    <w:p w14:paraId="4AA0803A" w14:textId="32B1457B" w:rsidR="00DD2103" w:rsidRPr="00D3591F" w:rsidRDefault="00DD2103" w:rsidP="000F6DA1">
      <w:pPr>
        <w:pStyle w:val="List1"/>
        <w:numPr>
          <w:ilvl w:val="0"/>
          <w:numId w:val="0"/>
        </w:numPr>
        <w:rPr>
          <w:lang w:val="en-US"/>
        </w:rPr>
      </w:pPr>
    </w:p>
    <w:sectPr w:rsidR="00DD2103" w:rsidRPr="00D3591F" w:rsidSect="0049396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618121" w14:textId="77777777" w:rsidR="00CF6DB3" w:rsidRDefault="00CF6DB3" w:rsidP="002B0236">
      <w:r>
        <w:separator/>
      </w:r>
    </w:p>
  </w:endnote>
  <w:endnote w:type="continuationSeparator" w:id="0">
    <w:p w14:paraId="22769458" w14:textId="77777777" w:rsidR="00CF6DB3" w:rsidRDefault="00CF6DB3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914270" w14:textId="77777777" w:rsidR="008E7A45" w:rsidRDefault="008E7A45" w:rsidP="002B023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413020" w14:textId="77777777" w:rsidR="00002906" w:rsidRDefault="00002906" w:rsidP="002B0236">
    <w:pPr>
      <w:pStyle w:val="Pieddepage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F4DC3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5AD808" w14:textId="77777777" w:rsidR="008E7A45" w:rsidRDefault="008E7A45" w:rsidP="002B023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CBAC94" w14:textId="77777777" w:rsidR="00CF6DB3" w:rsidRDefault="00CF6DB3" w:rsidP="002B0236">
      <w:r>
        <w:separator/>
      </w:r>
    </w:p>
  </w:footnote>
  <w:footnote w:type="continuationSeparator" w:id="0">
    <w:p w14:paraId="3BC83A42" w14:textId="77777777" w:rsidR="00CF6DB3" w:rsidRDefault="00CF6DB3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FDB177" w14:textId="77777777" w:rsidR="008E7A45" w:rsidRDefault="00CF6DB3" w:rsidP="002B0236">
    <w:pPr>
      <w:pStyle w:val="En-tte"/>
    </w:pPr>
    <w:r>
      <w:rPr>
        <w:noProof/>
      </w:rPr>
      <w:pict w14:anchorId="7216BF4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2050" type="#_x0000_t136" style="position:absolute;left:0;text-align:left;margin-left:0;margin-top:0;width:634.5pt;height:68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F84824" w14:textId="6EC7F372" w:rsidR="008E7A45" w:rsidRDefault="00CF6DB3" w:rsidP="002B0236">
    <w:pPr>
      <w:pStyle w:val="En-tte"/>
    </w:pPr>
    <w:r>
      <w:rPr>
        <w:noProof/>
      </w:rPr>
      <w:pict w14:anchorId="6DB5DBC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2051" type="#_x0000_t136" style="position:absolute;left:0;text-align:left;margin-left:0;margin-top:0;width:634.5pt;height:68.4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D27F35">
      <w:rPr>
        <w:noProof/>
      </w:rPr>
      <w:drawing>
        <wp:inline distT="0" distB="0" distL="0" distR="0" wp14:anchorId="74BC5733" wp14:editId="76C49653">
          <wp:extent cx="850900" cy="8255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5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98460A" w14:textId="77777777" w:rsidR="008E7A45" w:rsidRDefault="00CF6DB3" w:rsidP="002B0236">
    <w:pPr>
      <w:pStyle w:val="En-tte"/>
    </w:pPr>
    <w:r>
      <w:rPr>
        <w:noProof/>
      </w:rPr>
      <w:pict w14:anchorId="786A228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2049" type="#_x0000_t136" style="position:absolute;left:0;text-align:left;margin-left:0;margin-top:0;width:634.5pt;height:68.4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1E504722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68E2219"/>
    <w:multiLevelType w:val="hybridMultilevel"/>
    <w:tmpl w:val="C32AB3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186781"/>
    <w:multiLevelType w:val="hybridMultilevel"/>
    <w:tmpl w:val="1B8066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8114ED6"/>
    <w:multiLevelType w:val="hybridMultilevel"/>
    <w:tmpl w:val="55286D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</w:num>
  <w:num w:numId="2">
    <w:abstractNumId w:val="16"/>
  </w:num>
  <w:num w:numId="3">
    <w:abstractNumId w:val="11"/>
  </w:num>
  <w:num w:numId="4">
    <w:abstractNumId w:val="11"/>
  </w:num>
  <w:num w:numId="5">
    <w:abstractNumId w:val="4"/>
  </w:num>
  <w:num w:numId="6">
    <w:abstractNumId w:val="12"/>
  </w:num>
  <w:num w:numId="7">
    <w:abstractNumId w:val="8"/>
  </w:num>
  <w:num w:numId="8">
    <w:abstractNumId w:val="0"/>
  </w:num>
  <w:num w:numId="9">
    <w:abstractNumId w:val="3"/>
  </w:num>
  <w:num w:numId="10">
    <w:abstractNumId w:val="13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5"/>
  </w:num>
  <w:num w:numId="18">
    <w:abstractNumId w:val="2"/>
  </w:num>
  <w:num w:numId="19">
    <w:abstractNumId w:val="14"/>
  </w:num>
  <w:num w:numId="20">
    <w:abstractNumId w:val="9"/>
  </w:num>
  <w:num w:numId="21">
    <w:abstractNumId w:val="5"/>
  </w:num>
  <w:num w:numId="22">
    <w:abstractNumId w:val="5"/>
  </w:num>
  <w:num w:numId="23">
    <w:abstractNumId w:val="5"/>
  </w:num>
  <w:num w:numId="24">
    <w:abstractNumId w:val="6"/>
  </w:num>
  <w:num w:numId="25">
    <w:abstractNumId w:val="10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A45"/>
    <w:rsid w:val="00002906"/>
    <w:rsid w:val="00020BAB"/>
    <w:rsid w:val="00031A92"/>
    <w:rsid w:val="000348ED"/>
    <w:rsid w:val="00036801"/>
    <w:rsid w:val="00050DA7"/>
    <w:rsid w:val="000A3140"/>
    <w:rsid w:val="000A5A01"/>
    <w:rsid w:val="000F6DA1"/>
    <w:rsid w:val="00135447"/>
    <w:rsid w:val="0014502E"/>
    <w:rsid w:val="00152273"/>
    <w:rsid w:val="00167ABE"/>
    <w:rsid w:val="00180D16"/>
    <w:rsid w:val="001A654A"/>
    <w:rsid w:val="001B7DB4"/>
    <w:rsid w:val="001C74CF"/>
    <w:rsid w:val="001D059F"/>
    <w:rsid w:val="00222F69"/>
    <w:rsid w:val="00260CC6"/>
    <w:rsid w:val="002B0236"/>
    <w:rsid w:val="002C7EEA"/>
    <w:rsid w:val="002D200E"/>
    <w:rsid w:val="0037735D"/>
    <w:rsid w:val="003A23E6"/>
    <w:rsid w:val="003D55DD"/>
    <w:rsid w:val="003E1831"/>
    <w:rsid w:val="003E5F59"/>
    <w:rsid w:val="003E611E"/>
    <w:rsid w:val="003F5606"/>
    <w:rsid w:val="00403020"/>
    <w:rsid w:val="00424954"/>
    <w:rsid w:val="0046328D"/>
    <w:rsid w:val="00467B84"/>
    <w:rsid w:val="00493964"/>
    <w:rsid w:val="004A3ADD"/>
    <w:rsid w:val="004C1386"/>
    <w:rsid w:val="004C220D"/>
    <w:rsid w:val="004D6A5C"/>
    <w:rsid w:val="00551EA4"/>
    <w:rsid w:val="0058342E"/>
    <w:rsid w:val="00590D84"/>
    <w:rsid w:val="005A350A"/>
    <w:rsid w:val="005C610C"/>
    <w:rsid w:val="005D05AC"/>
    <w:rsid w:val="00630F7F"/>
    <w:rsid w:val="0064435F"/>
    <w:rsid w:val="006B1334"/>
    <w:rsid w:val="006B6CD3"/>
    <w:rsid w:val="006D470F"/>
    <w:rsid w:val="006F0469"/>
    <w:rsid w:val="006F368E"/>
    <w:rsid w:val="00727E88"/>
    <w:rsid w:val="00775878"/>
    <w:rsid w:val="0080092C"/>
    <w:rsid w:val="008364E6"/>
    <w:rsid w:val="00843009"/>
    <w:rsid w:val="00872453"/>
    <w:rsid w:val="008763A0"/>
    <w:rsid w:val="00877BEF"/>
    <w:rsid w:val="00891198"/>
    <w:rsid w:val="008B151F"/>
    <w:rsid w:val="008E7A45"/>
    <w:rsid w:val="008F13DD"/>
    <w:rsid w:val="008F4DC3"/>
    <w:rsid w:val="00902AA4"/>
    <w:rsid w:val="00906239"/>
    <w:rsid w:val="00945BD7"/>
    <w:rsid w:val="00952052"/>
    <w:rsid w:val="009C162E"/>
    <w:rsid w:val="009F232C"/>
    <w:rsid w:val="009F3B6C"/>
    <w:rsid w:val="009F5C36"/>
    <w:rsid w:val="00A27F12"/>
    <w:rsid w:val="00A30579"/>
    <w:rsid w:val="00A802BE"/>
    <w:rsid w:val="00AA2626"/>
    <w:rsid w:val="00AA76C0"/>
    <w:rsid w:val="00AC3994"/>
    <w:rsid w:val="00AF6F30"/>
    <w:rsid w:val="00B077EC"/>
    <w:rsid w:val="00B116B2"/>
    <w:rsid w:val="00B15B24"/>
    <w:rsid w:val="00B428DA"/>
    <w:rsid w:val="00B8247E"/>
    <w:rsid w:val="00B92CAF"/>
    <w:rsid w:val="00BE56DF"/>
    <w:rsid w:val="00C07A35"/>
    <w:rsid w:val="00C265EE"/>
    <w:rsid w:val="00C6612B"/>
    <w:rsid w:val="00CA04AF"/>
    <w:rsid w:val="00CD2F4A"/>
    <w:rsid w:val="00CF6DB3"/>
    <w:rsid w:val="00D14DFC"/>
    <w:rsid w:val="00D1656B"/>
    <w:rsid w:val="00D27025"/>
    <w:rsid w:val="00D27F35"/>
    <w:rsid w:val="00D3591F"/>
    <w:rsid w:val="00DD2103"/>
    <w:rsid w:val="00E33BFE"/>
    <w:rsid w:val="00E654B4"/>
    <w:rsid w:val="00E729A7"/>
    <w:rsid w:val="00E93C9B"/>
    <w:rsid w:val="00EE3F2F"/>
    <w:rsid w:val="00F44C4E"/>
    <w:rsid w:val="00F72A71"/>
    <w:rsid w:val="00F73F78"/>
    <w:rsid w:val="00FA5842"/>
    <w:rsid w:val="00FA6769"/>
    <w:rsid w:val="00FD03CA"/>
    <w:rsid w:val="00FE1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0690344A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Titre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Titre2">
    <w:name w:val="heading 2"/>
    <w:basedOn w:val="Titre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Titre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Titre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Titre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Titre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Titre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Titre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Corpsdetexte">
    <w:name w:val="Body Text"/>
    <w:basedOn w:val="Normal"/>
    <w:link w:val="CorpsdetexteC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Titre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Pieddepage">
    <w:name w:val="footer"/>
    <w:basedOn w:val="Normal"/>
    <w:link w:val="PieddepageC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PieddepageCar">
    <w:name w:val="Pied de page Car"/>
    <w:link w:val="Pieddepage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En-tte">
    <w:name w:val="header"/>
    <w:basedOn w:val="Normal"/>
    <w:link w:val="En-tteC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En-tteCar">
    <w:name w:val="En-tête Car"/>
    <w:link w:val="En-tte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3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Numrodepage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desillustration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desillustration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CorpsdetexteCar">
    <w:name w:val="Corps de texte Car"/>
    <w:link w:val="Corpsdetexte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Retraitcorpsdetexte">
    <w:name w:val="Body Text Indent"/>
    <w:basedOn w:val="Normal"/>
    <w:link w:val="RetraitcorpsdetexteC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RetraitcorpsdetexteCar">
    <w:name w:val="Retrait corps de texte Car"/>
    <w:link w:val="Retraitcorpsdetexte"/>
    <w:rsid w:val="00002906"/>
    <w:rPr>
      <w:rFonts w:ascii="Arial" w:eastAsia="Calibri" w:hAnsi="Arial" w:cs="Calibri"/>
      <w:sz w:val="22"/>
      <w:szCs w:val="22"/>
    </w:rPr>
  </w:style>
  <w:style w:type="paragraph" w:styleId="Retraitcorpsdetexte2">
    <w:name w:val="Body Text Indent 2"/>
    <w:basedOn w:val="Normal"/>
    <w:link w:val="Retraitcorpsdetexte2C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Retraitcorpsdetexte2Car">
    <w:name w:val="Retrait corps de texte 2 Car"/>
    <w:link w:val="Retraitcorpsdetexte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Paragraphedeliste">
    <w:name w:val="List Paragraph"/>
    <w:basedOn w:val="Normal"/>
    <w:uiPriority w:val="34"/>
    <w:rsid w:val="00C661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B03262-8EAC-462E-865C-86B0E637585E}"/>
</file>

<file path=customXml/itemProps2.xml><?xml version="1.0" encoding="utf-8"?>
<ds:datastoreItem xmlns:ds="http://schemas.openxmlformats.org/officeDocument/2006/customXml" ds:itemID="{B7719AF6-BC7C-46EB-8F37-98C57DDC7397}"/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312</TotalTime>
  <Pages>2</Pages>
  <Words>437</Words>
  <Characters>2404</Characters>
  <Application>Microsoft Office Word</Application>
  <DocSecurity>0</DocSecurity>
  <Lines>20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Mme Gaëlle NASSIF</cp:lastModifiedBy>
  <cp:revision>23</cp:revision>
  <cp:lastPrinted>2006-10-19T11:49:00Z</cp:lastPrinted>
  <dcterms:created xsi:type="dcterms:W3CDTF">2024-04-16T07:17:00Z</dcterms:created>
  <dcterms:modified xsi:type="dcterms:W3CDTF">2024-04-18T07:23:00Z</dcterms:modified>
</cp:coreProperties>
</file>